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36359A5E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6704" behindDoc="0" locked="0" layoutInCell="1" allowOverlap="1" wp14:anchorId="2A96587C" wp14:editId="1FC2235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4656" behindDoc="0" locked="0" layoutInCell="1" allowOverlap="1" wp14:anchorId="3444C2EB" wp14:editId="75D1B44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7A2150">
        <w:rPr>
          <w:rFonts w:ascii="Segoe Print" w:hAnsi="Segoe Print"/>
          <w:b/>
          <w:sz w:val="24"/>
        </w:rPr>
        <w:t>18.</w:t>
      </w:r>
      <w:r w:rsidR="00134F15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0531D7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094D08F0" w14:textId="636F13FD" w:rsidR="00ED3DAA" w:rsidRPr="00134F15" w:rsidRDefault="000F7964" w:rsidP="001F4226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 w:cs="Tahoma"/>
              </w:rPr>
              <w:t>If 7 boxes of chocolates cost £29.75, what do 10 boxes of chocolates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134F15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6DD4DAC8" w:rsidR="00ED3DAA" w:rsidRPr="00134F15" w:rsidRDefault="0088307B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34F15">
              <w:rPr>
                <w:rFonts w:ascii="Century Gothic" w:hAnsi="Century Gothic" w:cs="Tahom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52800" behindDoc="1" locked="0" layoutInCell="1" allowOverlap="1" wp14:anchorId="1E25752D" wp14:editId="08FD6661">
                      <wp:simplePos x="0" y="0"/>
                      <wp:positionH relativeFrom="column">
                        <wp:posOffset>1934453</wp:posOffset>
                      </wp:positionH>
                      <wp:positionV relativeFrom="paragraph">
                        <wp:posOffset>36492</wp:posOffset>
                      </wp:positionV>
                      <wp:extent cx="851025" cy="733642"/>
                      <wp:effectExtent l="12700" t="12700" r="12700" b="28575"/>
                      <wp:wrapTight wrapText="bothSides">
                        <wp:wrapPolygon edited="0">
                          <wp:start x="9672" y="-374"/>
                          <wp:lineTo x="-322" y="18701"/>
                          <wp:lineTo x="-322" y="22068"/>
                          <wp:lineTo x="21600" y="22068"/>
                          <wp:lineTo x="21600" y="20571"/>
                          <wp:lineTo x="20633" y="17579"/>
                          <wp:lineTo x="11606" y="-374"/>
                          <wp:lineTo x="9672" y="-374"/>
                        </wp:wrapPolygon>
                      </wp:wrapTight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1025" cy="733642"/>
                                <a:chOff x="0" y="0"/>
                                <a:chExt cx="851025" cy="733642"/>
                              </a:xfrm>
                            </wpg:grpSpPr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0"/>
                                  <a:ext cx="851025" cy="733642"/>
                                  <a:chOff x="0" y="0"/>
                                  <a:chExt cx="851025" cy="733642"/>
                                </a:xfrm>
                              </wpg:grpSpPr>
                              <wps:wsp>
                                <wps:cNvPr id="30" name="Triangle 30"/>
                                <wps:cNvSpPr/>
                                <wps:spPr>
                                  <a:xfrm>
                                    <a:off x="0" y="0"/>
                                    <a:ext cx="851025" cy="733642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Straight Connector 31"/>
                                <wps:cNvCnPr/>
                                <wps:spPr>
                                  <a:xfrm>
                                    <a:off x="217283" y="362138"/>
                                    <a:ext cx="41645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Straight Connector 32"/>
                                <wps:cNvCnPr/>
                                <wps:spPr>
                                  <a:xfrm>
                                    <a:off x="416459" y="362138"/>
                                    <a:ext cx="0" cy="37128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104995" y="358492"/>
                                  <a:ext cx="307757" cy="3440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8460921" w14:textId="603B1C39" w:rsidR="0088307B" w:rsidRPr="00A9257B" w:rsidRDefault="008A4968" w:rsidP="0088307B">
                                    <w:pPr>
                                      <w:rPr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25752D" id="Group 5" o:spid="_x0000_s1026" style="position:absolute;margin-left:152.3pt;margin-top:2.85pt;width:67pt;height:57.75pt;z-index:-251463680" coordsize="8510,7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">
                      <v:group id="Group 34" o:spid="_x0000_s1027" style="position:absolute;width:8510;height:7336" coordsize="8510,73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LP2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xh/wN+hcAbk4hcAAP//AwBQSwECLQAUAAYACAAAACEA2+H2y+4AAACFAQAAEwAAAAAA&#13;&#10;AAAAAAAAAAAAAAAAW0NvbnRlbnRfVHlwZXNdLnhtbFBLAQItABQABgAIAAAAIQBa9CxbvwAAABUB&#13;&#10;AAALAAAAAAAAAAAAAAAAAB8BAABfcmVscy8ucmVsc1BLAQItABQABgAIAAAAIQBcULP2yAAAAOAA&#13;&#10;AAAPAAAAAAAAAAAAAAAAAAcCAABkcnMvZG93bnJldi54bWxQSwUGAAAAAAMAAwC3AAAA/AIAAAAA&#13;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Triangle 30" o:spid="_x0000_s1028" type="#_x0000_t5" style="position:absolute;width:8510;height:73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" filled="f" strokecolor="#243f60 [1604]" strokeweight="2pt"/>
                        <v:line id="Straight Connector 31" o:spid="_x0000_s1029" style="position:absolute;visibility:visible;mso-wrap-style:square" from="2172,3621" to="6337,36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" strokecolor="#4579b8 [3044]"/>
                        <v:line id="Straight Connector 32" o:spid="_x0000_s1030" style="position:absolute;visibility:visible;mso-wrap-style:square" from="4164,3621" to="4164,73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" strokecolor="#4579b8 [3044]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5" o:spid="_x0000_s1031" type="#_x0000_t202" style="position:absolute;left:1049;top:3584;width:3078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" filled="f" stroked="f" strokeweight=".5pt">
                        <v:textbox>
                          <w:txbxContent>
                            <w:p w14:paraId="28460921" w14:textId="603B1C39" w:rsidR="0088307B" w:rsidRPr="00A9257B" w:rsidRDefault="008A4968" w:rsidP="0088307B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8A4968" w:rsidRPr="00134F15">
              <w:rPr>
                <w:rFonts w:ascii="Century Gothic" w:hAnsi="Century Gothic" w:cs="Tahoma"/>
              </w:rPr>
              <w:t>The force being applied by an object is 50N creating a pressure of 5N/m</w:t>
            </w:r>
            <w:r w:rsidR="008A4968" w:rsidRPr="00134F15">
              <w:rPr>
                <w:rFonts w:ascii="Century Gothic" w:hAnsi="Century Gothic" w:cs="Tahoma"/>
                <w:vertAlign w:val="superscript"/>
              </w:rPr>
              <w:t>2</w:t>
            </w:r>
            <w:r w:rsidR="008A4968" w:rsidRPr="00134F15">
              <w:rPr>
                <w:rFonts w:ascii="Century Gothic" w:hAnsi="Century Gothic" w:cs="Tahoma"/>
              </w:rPr>
              <w:t>.  What is the area of the object?</w:t>
            </w:r>
          </w:p>
        </w:tc>
      </w:tr>
      <w:tr w:rsidR="00ED3DAA" w:rsidRPr="00B90872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3845EB95" w14:textId="46E980C5" w:rsidR="00ED3DAA" w:rsidRPr="00134F15" w:rsidRDefault="004D6B81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 w:cs="Tahoma"/>
              </w:rPr>
              <w:t xml:space="preserve">The probability of it Crowns winning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5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8</m:t>
                  </m:r>
                </m:den>
              </m:f>
            </m:oMath>
            <w:r w:rsidRPr="00134F15">
              <w:rPr>
                <w:rFonts w:ascii="Century Gothic" w:eastAsiaTheme="minorEastAsia" w:hAnsi="Century Gothic" w:cs="Tahoma"/>
              </w:rPr>
              <w:t xml:space="preserve"> and the probability of them drawing is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8</m:t>
                  </m:r>
                </m:den>
              </m:f>
            </m:oMath>
            <w:r w:rsidRPr="00134F15">
              <w:rPr>
                <w:rFonts w:ascii="Century Gothic" w:eastAsiaTheme="minorEastAsia" w:hAnsi="Century Gothic" w:cs="Tahoma"/>
              </w:rPr>
              <w:t>. What is the probability of them losing?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134F15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09377913" w:rsidR="00ED3DAA" w:rsidRPr="00134F15" w:rsidRDefault="00ED3DA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 w:cs="Tahoma"/>
                <w:noProof/>
                <w:lang w:eastAsia="en-GB"/>
              </w:rPr>
              <w:t xml:space="preserve">Work out the </w:t>
            </w:r>
            <w:r w:rsidR="00134F15" w:rsidRPr="00134F15">
              <w:rPr>
                <w:rFonts w:ascii="Century Gothic" w:hAnsi="Century Gothic" w:cs="Tahoma"/>
                <w:noProof/>
                <w:lang w:eastAsia="en-GB"/>
              </w:rPr>
              <w:t>length of edge AB</w:t>
            </w:r>
            <w:r w:rsidRPr="00134F15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658505C8" w:rsidR="00ED3DAA" w:rsidRPr="00134F15" w:rsidRDefault="005E1C34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3B3BAB4A" wp14:editId="0FE20A6C">
                  <wp:extent cx="868734" cy="1047932"/>
                  <wp:effectExtent l="0" t="0" r="0" b="635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929" cy="1050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DAA" w:rsidRPr="00B90872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13549964" w14:textId="5A6F5F1A" w:rsidR="00ED3DAA" w:rsidRPr="00134F15" w:rsidRDefault="00190C0B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34F15">
              <w:rPr>
                <w:rFonts w:ascii="Century Gothic" w:eastAsiaTheme="minorEastAsia" w:hAnsi="Century Gothic" w:cs="Tahoma"/>
                <w:noProof/>
              </w:rPr>
              <w:t>Measure the bearing of B from A</w:t>
            </w:r>
            <w:r w:rsidRPr="00134F15">
              <w:rPr>
                <w:rFonts w:ascii="Century Gothic" w:hAnsi="Century Gothic" w:cs="Tahoma"/>
              </w:rPr>
              <w:t xml:space="preserve"> </w:t>
            </w:r>
          </w:p>
          <w:p w14:paraId="2F8D3BBD" w14:textId="515CCA7E" w:rsidR="00ED3DAA" w:rsidRPr="00134F15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014AE195" w14:textId="4BE4B8E0" w:rsidR="00ED3DAA" w:rsidRPr="00134F15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075FD781" w:rsidR="00ED3DAA" w:rsidRPr="00134F15" w:rsidRDefault="000D104E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0EF2EDF8" wp14:editId="091788DE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1127125</wp:posOffset>
                      </wp:positionV>
                      <wp:extent cx="483870" cy="4984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830277" w14:textId="77777777" w:rsidR="005A5B01" w:rsidRDefault="005A5B01" w:rsidP="005A5B01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F2EDF8" id="Text Box 3" o:spid="_x0000_s1032" type="#_x0000_t202" style="position:absolute;margin-left:11.4pt;margin-top:88.75pt;width:38.1pt;height:39.2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" filled="f" stroked="f" strokeweight=".5pt">
                      <v:textbox>
                        <w:txbxContent>
                          <w:p w14:paraId="3F830277" w14:textId="77777777" w:rsidR="005A5B01" w:rsidRDefault="005A5B01" w:rsidP="005A5B01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EEEFDC0" wp14:editId="3E52C161">
                      <wp:simplePos x="0" y="0"/>
                      <wp:positionH relativeFrom="column">
                        <wp:posOffset>255689</wp:posOffset>
                      </wp:positionH>
                      <wp:positionV relativeFrom="paragraph">
                        <wp:posOffset>1149957</wp:posOffset>
                      </wp:positionV>
                      <wp:extent cx="46990" cy="46990"/>
                      <wp:effectExtent l="12700" t="12700" r="16510" b="1651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9AFFDB" id="Oval 7" o:spid="_x0000_s1026" style="position:absolute;margin-left:20.15pt;margin-top:90.55pt;width:3.7pt;height:3.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" fillcolor="#4f81bd [3204]" strokecolor="#243f60 [1604]" strokeweight="2pt"/>
                  </w:pict>
                </mc:Fallback>
              </mc:AlternateContent>
            </w: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C4D0A81" wp14:editId="4607014E">
                      <wp:simplePos x="0" y="0"/>
                      <wp:positionH relativeFrom="column">
                        <wp:posOffset>2228850</wp:posOffset>
                      </wp:positionH>
                      <wp:positionV relativeFrom="paragraph">
                        <wp:posOffset>18415</wp:posOffset>
                      </wp:positionV>
                      <wp:extent cx="0" cy="746125"/>
                      <wp:effectExtent l="95250" t="38100" r="57150" b="1587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46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74ADE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75.5pt;margin-top:1.45pt;width:0;height:58.75pt;flip: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" strokecolor="#4579b8 [3044]">
                      <v:stroke endarrow="open"/>
                    </v:shape>
                  </w:pict>
                </mc:Fallback>
              </mc:AlternateContent>
            </w: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A94262E" wp14:editId="15C9DF03">
                      <wp:simplePos x="0" y="0"/>
                      <wp:positionH relativeFrom="column">
                        <wp:posOffset>2209165</wp:posOffset>
                      </wp:positionH>
                      <wp:positionV relativeFrom="paragraph">
                        <wp:posOffset>701040</wp:posOffset>
                      </wp:positionV>
                      <wp:extent cx="46990" cy="46990"/>
                      <wp:effectExtent l="12700" t="12700" r="16510" b="1651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4C630E4" id="Oval 6" o:spid="_x0000_s1026" style="position:absolute;margin-left:173.95pt;margin-top:55.2pt;width:3.7pt;height:3.7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" fillcolor="#4f81bd [3204]" strokecolor="#243f60 [1604]" strokeweight="2pt"/>
                  </w:pict>
                </mc:Fallback>
              </mc:AlternateContent>
            </w: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52444A2" wp14:editId="7C7D291D">
                      <wp:simplePos x="0" y="0"/>
                      <wp:positionH relativeFrom="column">
                        <wp:posOffset>2083908</wp:posOffset>
                      </wp:positionH>
                      <wp:positionV relativeFrom="paragraph">
                        <wp:posOffset>702945</wp:posOffset>
                      </wp:positionV>
                      <wp:extent cx="483870" cy="49847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E710F9" w14:textId="77777777" w:rsidR="005A5B01" w:rsidRDefault="005A5B01" w:rsidP="005A5B01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2444A2" id="Text Box 2" o:spid="_x0000_s1033" type="#_x0000_t202" style="position:absolute;margin-left:164.1pt;margin-top:55.35pt;width:38.1pt;height:39.2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" filled="f" stroked="f" strokeweight=".5pt">
                      <v:textbox>
                        <w:txbxContent>
                          <w:p w14:paraId="54E710F9" w14:textId="77777777" w:rsidR="005A5B01" w:rsidRDefault="005A5B01" w:rsidP="005A5B01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3DAA" w:rsidRPr="00134F15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16960" behindDoc="0" locked="0" layoutInCell="1" allowOverlap="1" wp14:anchorId="1B6D59DE" wp14:editId="0C635D3D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B3B872E" w14:textId="3B32D5D2" w:rsidR="00C766C9" w:rsidRDefault="00C766C9" w:rsidP="00C766C9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5872" behindDoc="0" locked="0" layoutInCell="1" allowOverlap="1" wp14:anchorId="1079B8B8" wp14:editId="1E5C0920">
            <wp:simplePos x="0" y="0"/>
            <wp:positionH relativeFrom="column">
              <wp:posOffset>-203200</wp:posOffset>
            </wp:positionH>
            <wp:positionV relativeFrom="paragraph">
              <wp:posOffset>68029</wp:posOffset>
            </wp:positionV>
            <wp:extent cx="827405" cy="568325"/>
            <wp:effectExtent l="53340" t="0" r="0" b="0"/>
            <wp:wrapNone/>
            <wp:docPr id="175" name="Picture 17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4848" behindDoc="0" locked="0" layoutInCell="1" allowOverlap="1" wp14:anchorId="0AA9FD62" wp14:editId="366A4CC1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6" name="Picture 17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1A0F7A51" w14:textId="42A6C502" w:rsidR="00134F15" w:rsidRDefault="00134F15" w:rsidP="00134F15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7920" behindDoc="0" locked="0" layoutInCell="1" allowOverlap="1" wp14:anchorId="4F6AEAE0" wp14:editId="12E0BED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91" name="Picture 19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18.3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5ED44573" w14:textId="77777777" w:rsidR="00134F15" w:rsidRDefault="00134F15" w:rsidP="00134F15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134F15" w:rsidRPr="00B90872" w14:paraId="2A030A37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10792652" w14:textId="77777777" w:rsidR="00134F15" w:rsidRPr="00B90872" w:rsidRDefault="00134F1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12BFCD97" w14:textId="77777777" w:rsidR="00134F15" w:rsidRPr="00134F15" w:rsidRDefault="00134F15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 w:cs="Tahoma"/>
              </w:rPr>
              <w:t>If 7 boxes of chocolates cost £29.75, what do 10 boxes of chocolates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33EDD5D" w14:textId="77777777" w:rsidR="00134F15" w:rsidRPr="00134F15" w:rsidRDefault="00134F1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7DBF2BDF" w14:textId="77777777" w:rsidR="00134F15" w:rsidRPr="00134F15" w:rsidRDefault="00134F1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34F15">
              <w:rPr>
                <w:rFonts w:ascii="Century Gothic" w:hAnsi="Century Gothic" w:cs="Tahom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66112" behindDoc="1" locked="0" layoutInCell="1" allowOverlap="1" wp14:anchorId="3CB8DD79" wp14:editId="1B154FAA">
                      <wp:simplePos x="0" y="0"/>
                      <wp:positionH relativeFrom="column">
                        <wp:posOffset>1934453</wp:posOffset>
                      </wp:positionH>
                      <wp:positionV relativeFrom="paragraph">
                        <wp:posOffset>36492</wp:posOffset>
                      </wp:positionV>
                      <wp:extent cx="851025" cy="733642"/>
                      <wp:effectExtent l="12700" t="12700" r="12700" b="28575"/>
                      <wp:wrapTight wrapText="bothSides">
                        <wp:wrapPolygon edited="0">
                          <wp:start x="9672" y="-374"/>
                          <wp:lineTo x="-322" y="18701"/>
                          <wp:lineTo x="-322" y="22068"/>
                          <wp:lineTo x="21600" y="22068"/>
                          <wp:lineTo x="21600" y="20571"/>
                          <wp:lineTo x="20633" y="17579"/>
                          <wp:lineTo x="11606" y="-374"/>
                          <wp:lineTo x="9672" y="-374"/>
                        </wp:wrapPolygon>
                      </wp:wrapTight>
                      <wp:docPr id="179" name="Group 1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1025" cy="733642"/>
                                <a:chOff x="0" y="0"/>
                                <a:chExt cx="851025" cy="733642"/>
                              </a:xfrm>
                            </wpg:grpSpPr>
                            <wpg:grpSp>
                              <wpg:cNvPr id="180" name="Group 180"/>
                              <wpg:cNvGrpSpPr/>
                              <wpg:grpSpPr>
                                <a:xfrm>
                                  <a:off x="0" y="0"/>
                                  <a:ext cx="851025" cy="733642"/>
                                  <a:chOff x="0" y="0"/>
                                  <a:chExt cx="851025" cy="733642"/>
                                </a:xfrm>
                              </wpg:grpSpPr>
                              <wps:wsp>
                                <wps:cNvPr id="181" name="Triangle 181"/>
                                <wps:cNvSpPr/>
                                <wps:spPr>
                                  <a:xfrm>
                                    <a:off x="0" y="0"/>
                                    <a:ext cx="851025" cy="733642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2" name="Straight Connector 182"/>
                                <wps:cNvCnPr/>
                                <wps:spPr>
                                  <a:xfrm>
                                    <a:off x="217283" y="362138"/>
                                    <a:ext cx="41645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3" name="Straight Connector 183"/>
                                <wps:cNvCnPr/>
                                <wps:spPr>
                                  <a:xfrm>
                                    <a:off x="416459" y="362138"/>
                                    <a:ext cx="0" cy="37128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84" name="Text Box 184"/>
                              <wps:cNvSpPr txBox="1"/>
                              <wps:spPr>
                                <a:xfrm>
                                  <a:off x="104995" y="358492"/>
                                  <a:ext cx="307757" cy="3440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EACA6F3" w14:textId="77777777" w:rsidR="00134F15" w:rsidRPr="00A9257B" w:rsidRDefault="00134F15" w:rsidP="00134F15">
                                    <w:pPr>
                                      <w:rPr>
                                        <w:sz w:val="40"/>
                                      </w:rPr>
                                    </w:pPr>
                                    <w:r>
                                      <w:rPr>
                                        <w:sz w:val="40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B8DD79" id="Group 179" o:spid="_x0000_s1034" style="position:absolute;margin-left:152.3pt;margin-top:2.85pt;width:67pt;height:57.75pt;z-index:-251450368" coordsize="8510,7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">
                      <v:group id="Group 180" o:spid="_x0000_s1035" style="position:absolute;width:8510;height:7336" coordsize="8510,73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">
                        <v:shape id="Triangle 181" o:spid="_x0000_s1036" type="#_x0000_t5" style="position:absolute;width:8510;height:73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" filled="f" strokecolor="#243f60 [1604]" strokeweight="2pt"/>
                        <v:line id="Straight Connector 182" o:spid="_x0000_s1037" style="position:absolute;visibility:visible;mso-wrap-style:square" from="2172,3621" to="6337,36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" strokecolor="#4579b8 [3044]"/>
                        <v:line id="Straight Connector 183" o:spid="_x0000_s1038" style="position:absolute;visibility:visible;mso-wrap-style:square" from="4164,3621" to="4164,73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" strokecolor="#4579b8 [3044]"/>
                      </v:group>
                      <v:shape id="Text Box 184" o:spid="_x0000_s1039" type="#_x0000_t202" style="position:absolute;left:1049;top:3584;width:3078;height:344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" filled="f" stroked="f" strokeweight=".5pt">
                        <v:textbox>
                          <w:txbxContent>
                            <w:p w14:paraId="4EACA6F3" w14:textId="77777777" w:rsidR="00134F15" w:rsidRPr="00A9257B" w:rsidRDefault="00134F15" w:rsidP="00134F15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134F15">
              <w:rPr>
                <w:rFonts w:ascii="Century Gothic" w:hAnsi="Century Gothic" w:cs="Tahoma"/>
              </w:rPr>
              <w:t>The force being applied by an object is 50N creating a pressure of 5N/m</w:t>
            </w:r>
            <w:r w:rsidRPr="00134F15">
              <w:rPr>
                <w:rFonts w:ascii="Century Gothic" w:hAnsi="Century Gothic" w:cs="Tahoma"/>
                <w:vertAlign w:val="superscript"/>
              </w:rPr>
              <w:t>2</w:t>
            </w:r>
            <w:r w:rsidRPr="00134F15">
              <w:rPr>
                <w:rFonts w:ascii="Century Gothic" w:hAnsi="Century Gothic" w:cs="Tahoma"/>
              </w:rPr>
              <w:t>.  What is the area of the object?</w:t>
            </w:r>
          </w:p>
        </w:tc>
      </w:tr>
      <w:tr w:rsidR="00134F15" w:rsidRPr="00B90872" w14:paraId="2964FA86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1ABB1BA" w14:textId="77777777" w:rsidR="00134F15" w:rsidRPr="00B90872" w:rsidRDefault="00134F1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42CE0CEE" w14:textId="77777777" w:rsidR="00134F15" w:rsidRPr="00134F15" w:rsidRDefault="00134F15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 w:cs="Tahoma"/>
              </w:rPr>
              <w:t xml:space="preserve">The probability of it Crowns winning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5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8</m:t>
                  </m:r>
                </m:den>
              </m:f>
            </m:oMath>
            <w:r w:rsidRPr="00134F15">
              <w:rPr>
                <w:rFonts w:ascii="Century Gothic" w:eastAsiaTheme="minorEastAsia" w:hAnsi="Century Gothic" w:cs="Tahoma"/>
              </w:rPr>
              <w:t xml:space="preserve"> and the probability of them drawing is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8</m:t>
                  </m:r>
                </m:den>
              </m:f>
            </m:oMath>
            <w:r w:rsidRPr="00134F15">
              <w:rPr>
                <w:rFonts w:ascii="Century Gothic" w:eastAsiaTheme="minorEastAsia" w:hAnsi="Century Gothic" w:cs="Tahoma"/>
              </w:rPr>
              <w:t>. What is the probability of them losing?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5D2D090" w14:textId="77777777" w:rsidR="00134F15" w:rsidRPr="00134F15" w:rsidRDefault="00134F1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39816CE" w14:textId="77777777" w:rsidR="00134F15" w:rsidRPr="00134F15" w:rsidRDefault="00134F15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 w:cs="Tahoma"/>
                <w:noProof/>
                <w:lang w:eastAsia="en-GB"/>
              </w:rPr>
              <w:t>Work out the length of edge AB.</w:t>
            </w:r>
          </w:p>
          <w:p w14:paraId="6CAFA54A" w14:textId="77777777" w:rsidR="00134F15" w:rsidRPr="00134F15" w:rsidRDefault="00134F15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34F15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1B9DE508" wp14:editId="13682732">
                  <wp:extent cx="868734" cy="1047932"/>
                  <wp:effectExtent l="0" t="0" r="0" b="635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929" cy="1050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F15" w:rsidRPr="00B90872" w14:paraId="0217C625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21EBBD39" w14:textId="77777777" w:rsidR="00134F15" w:rsidRPr="00B90872" w:rsidRDefault="00134F15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6BC705AD" w14:textId="77777777" w:rsidR="00134F15" w:rsidRPr="00134F15" w:rsidRDefault="00134F1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34F15">
              <w:rPr>
                <w:rFonts w:ascii="Century Gothic" w:eastAsiaTheme="minorEastAsia" w:hAnsi="Century Gothic" w:cs="Tahoma"/>
                <w:noProof/>
              </w:rPr>
              <w:t>Measure the bearing of B from A</w:t>
            </w:r>
            <w:r w:rsidRPr="00134F15">
              <w:rPr>
                <w:rFonts w:ascii="Century Gothic" w:hAnsi="Century Gothic" w:cs="Tahoma"/>
              </w:rPr>
              <w:t xml:space="preserve"> </w:t>
            </w:r>
          </w:p>
          <w:p w14:paraId="4D31B31C" w14:textId="77777777" w:rsidR="00134F15" w:rsidRPr="00134F15" w:rsidRDefault="00134F1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06B11D5B" w14:textId="77777777" w:rsidR="00134F15" w:rsidRPr="00134F15" w:rsidRDefault="00134F1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53BFD9EA" w14:textId="77777777" w:rsidR="00134F15" w:rsidRPr="00134F15" w:rsidRDefault="00134F15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DB460FD" wp14:editId="2BF989C0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1127125</wp:posOffset>
                      </wp:positionV>
                      <wp:extent cx="483870" cy="498475"/>
                      <wp:effectExtent l="0" t="0" r="0" b="0"/>
                      <wp:wrapNone/>
                      <wp:docPr id="185" name="Text Box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8DA97E" w14:textId="77777777" w:rsidR="00134F15" w:rsidRDefault="00134F15" w:rsidP="00134F15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460FD" id="Text Box 185" o:spid="_x0000_s1040" type="#_x0000_t202" style="position:absolute;margin-left:11.4pt;margin-top:88.75pt;width:38.1pt;height:39.2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" filled="f" stroked="f" strokeweight=".5pt">
                      <v:textbox>
                        <w:txbxContent>
                          <w:p w14:paraId="508DA97E" w14:textId="77777777" w:rsidR="00134F15" w:rsidRDefault="00134F15" w:rsidP="00134F15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1F265B4D" wp14:editId="1D895691">
                      <wp:simplePos x="0" y="0"/>
                      <wp:positionH relativeFrom="column">
                        <wp:posOffset>255689</wp:posOffset>
                      </wp:positionH>
                      <wp:positionV relativeFrom="paragraph">
                        <wp:posOffset>1149957</wp:posOffset>
                      </wp:positionV>
                      <wp:extent cx="46990" cy="46990"/>
                      <wp:effectExtent l="12700" t="12700" r="16510" b="16510"/>
                      <wp:wrapNone/>
                      <wp:docPr id="186" name="Oval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25CF06" id="Oval 186" o:spid="_x0000_s1026" style="position:absolute;margin-left:20.15pt;margin-top:90.55pt;width:3.7pt;height:3.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" fillcolor="#4f81bd [3204]" strokecolor="#243f60 [1604]" strokeweight="2pt"/>
                  </w:pict>
                </mc:Fallback>
              </mc:AlternateContent>
            </w: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38CAB7FE" wp14:editId="54015168">
                      <wp:simplePos x="0" y="0"/>
                      <wp:positionH relativeFrom="column">
                        <wp:posOffset>2228850</wp:posOffset>
                      </wp:positionH>
                      <wp:positionV relativeFrom="paragraph">
                        <wp:posOffset>18415</wp:posOffset>
                      </wp:positionV>
                      <wp:extent cx="0" cy="746125"/>
                      <wp:effectExtent l="95250" t="38100" r="57150" b="15875"/>
                      <wp:wrapNone/>
                      <wp:docPr id="187" name="Straight Arrow Connector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46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A426AD" id="Straight Arrow Connector 187" o:spid="_x0000_s1026" type="#_x0000_t32" style="position:absolute;margin-left:175.5pt;margin-top:1.45pt;width:0;height:58.75pt;flip:y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" strokecolor="#4579b8 [3044]">
                      <v:stroke endarrow="open"/>
                    </v:shape>
                  </w:pict>
                </mc:Fallback>
              </mc:AlternateContent>
            </w: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19CDD38" wp14:editId="09DF9067">
                      <wp:simplePos x="0" y="0"/>
                      <wp:positionH relativeFrom="column">
                        <wp:posOffset>2209165</wp:posOffset>
                      </wp:positionH>
                      <wp:positionV relativeFrom="paragraph">
                        <wp:posOffset>701040</wp:posOffset>
                      </wp:positionV>
                      <wp:extent cx="46990" cy="46990"/>
                      <wp:effectExtent l="12700" t="12700" r="16510" b="16510"/>
                      <wp:wrapNone/>
                      <wp:docPr id="188" name="Oval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" cy="469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2CC34E4" id="Oval 188" o:spid="_x0000_s1026" style="position:absolute;margin-left:173.95pt;margin-top:55.2pt;width:3.7pt;height:3.7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" fillcolor="#4f81bd [3204]" strokecolor="#243f60 [1604]" strokeweight="2pt"/>
                  </w:pict>
                </mc:Fallback>
              </mc:AlternateContent>
            </w:r>
            <w:r w:rsidRPr="00134F15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0B377D6" wp14:editId="60094453">
                      <wp:simplePos x="0" y="0"/>
                      <wp:positionH relativeFrom="column">
                        <wp:posOffset>2083908</wp:posOffset>
                      </wp:positionH>
                      <wp:positionV relativeFrom="paragraph">
                        <wp:posOffset>702945</wp:posOffset>
                      </wp:positionV>
                      <wp:extent cx="483870" cy="498475"/>
                      <wp:effectExtent l="0" t="0" r="0" b="0"/>
                      <wp:wrapNone/>
                      <wp:docPr id="189" name="Text Box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3870" cy="49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AC3238" w14:textId="77777777" w:rsidR="00134F15" w:rsidRDefault="00134F15" w:rsidP="00134F15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B377D6" id="Text Box 189" o:spid="_x0000_s1041" type="#_x0000_t202" style="position:absolute;margin-left:164.1pt;margin-top:55.35pt;width:38.1pt;height:39.2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" filled="f" stroked="f" strokeweight=".5pt">
                      <v:textbox>
                        <w:txbxContent>
                          <w:p w14:paraId="65AC3238" w14:textId="77777777" w:rsidR="00134F15" w:rsidRDefault="00134F15" w:rsidP="00134F15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34F15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59968" behindDoc="0" locked="0" layoutInCell="1" allowOverlap="1" wp14:anchorId="5E8F2075" wp14:editId="33DD0F75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23D91C0" w14:textId="6C359BB7" w:rsidR="005A5B01" w:rsidRDefault="005A5B01" w:rsidP="008F2C96">
      <w:pPr>
        <w:spacing w:after="120"/>
        <w:ind w:firstLine="720"/>
        <w:rPr>
          <w:rFonts w:ascii="Kristen ITC" w:hAnsi="Kristen ITC"/>
          <w:b/>
        </w:rPr>
      </w:pPr>
    </w:p>
    <w:sectPr w:rsidR="005A5B01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104E"/>
    <w:rsid w:val="000D754C"/>
    <w:rsid w:val="000E18AB"/>
    <w:rsid w:val="000F5E7A"/>
    <w:rsid w:val="000F6BFE"/>
    <w:rsid w:val="000F7964"/>
    <w:rsid w:val="0010697E"/>
    <w:rsid w:val="001274D6"/>
    <w:rsid w:val="001279F5"/>
    <w:rsid w:val="00130352"/>
    <w:rsid w:val="00134F15"/>
    <w:rsid w:val="00143BE1"/>
    <w:rsid w:val="00150843"/>
    <w:rsid w:val="001548A4"/>
    <w:rsid w:val="001826A9"/>
    <w:rsid w:val="00186A03"/>
    <w:rsid w:val="00187009"/>
    <w:rsid w:val="00190C0B"/>
    <w:rsid w:val="00194026"/>
    <w:rsid w:val="001A1D1C"/>
    <w:rsid w:val="001A6603"/>
    <w:rsid w:val="001A68F7"/>
    <w:rsid w:val="001D484E"/>
    <w:rsid w:val="001E23CA"/>
    <w:rsid w:val="001E511C"/>
    <w:rsid w:val="001F4226"/>
    <w:rsid w:val="0020304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3ADB"/>
    <w:rsid w:val="0031452F"/>
    <w:rsid w:val="003201EB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D792A"/>
    <w:rsid w:val="003E68F7"/>
    <w:rsid w:val="003F51D8"/>
    <w:rsid w:val="004015EA"/>
    <w:rsid w:val="0040790B"/>
    <w:rsid w:val="0041226A"/>
    <w:rsid w:val="00412CDE"/>
    <w:rsid w:val="00436C34"/>
    <w:rsid w:val="00437093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D6B81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71E9"/>
    <w:rsid w:val="00561D0D"/>
    <w:rsid w:val="00575446"/>
    <w:rsid w:val="00580957"/>
    <w:rsid w:val="00595258"/>
    <w:rsid w:val="005A5B01"/>
    <w:rsid w:val="005C147F"/>
    <w:rsid w:val="005C5905"/>
    <w:rsid w:val="005D29ED"/>
    <w:rsid w:val="005D4827"/>
    <w:rsid w:val="005E1266"/>
    <w:rsid w:val="005E1C34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A1E0D"/>
    <w:rsid w:val="007A2150"/>
    <w:rsid w:val="007B4226"/>
    <w:rsid w:val="007D5D58"/>
    <w:rsid w:val="007E2C1A"/>
    <w:rsid w:val="007E5BFC"/>
    <w:rsid w:val="007F06CD"/>
    <w:rsid w:val="007F69F9"/>
    <w:rsid w:val="00812A7E"/>
    <w:rsid w:val="00831D41"/>
    <w:rsid w:val="00832F06"/>
    <w:rsid w:val="00840927"/>
    <w:rsid w:val="00847CB4"/>
    <w:rsid w:val="00857220"/>
    <w:rsid w:val="008612B7"/>
    <w:rsid w:val="00865FF3"/>
    <w:rsid w:val="0087251A"/>
    <w:rsid w:val="00876A8E"/>
    <w:rsid w:val="0088018E"/>
    <w:rsid w:val="0088307B"/>
    <w:rsid w:val="00884433"/>
    <w:rsid w:val="008A4968"/>
    <w:rsid w:val="008B0A17"/>
    <w:rsid w:val="008B0E29"/>
    <w:rsid w:val="008B5103"/>
    <w:rsid w:val="008D5C13"/>
    <w:rsid w:val="008D6CFB"/>
    <w:rsid w:val="008D76D7"/>
    <w:rsid w:val="008E29DA"/>
    <w:rsid w:val="008E5245"/>
    <w:rsid w:val="008F2C96"/>
    <w:rsid w:val="0090117B"/>
    <w:rsid w:val="00901228"/>
    <w:rsid w:val="009118B1"/>
    <w:rsid w:val="0094070B"/>
    <w:rsid w:val="0095325A"/>
    <w:rsid w:val="00955F4B"/>
    <w:rsid w:val="00961ED5"/>
    <w:rsid w:val="00971AEF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E3710"/>
    <w:rsid w:val="00A06D07"/>
    <w:rsid w:val="00A13034"/>
    <w:rsid w:val="00A15BBF"/>
    <w:rsid w:val="00A33953"/>
    <w:rsid w:val="00A458C3"/>
    <w:rsid w:val="00A7076D"/>
    <w:rsid w:val="00A72B2C"/>
    <w:rsid w:val="00A74586"/>
    <w:rsid w:val="00A81955"/>
    <w:rsid w:val="00AB4423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75EAD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22E8"/>
    <w:rsid w:val="00BE5BB3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66C9"/>
    <w:rsid w:val="00C77447"/>
    <w:rsid w:val="00C9225A"/>
    <w:rsid w:val="00C947B8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8D"/>
    <w:rsid w:val="00F303CE"/>
    <w:rsid w:val="00F3678B"/>
    <w:rsid w:val="00F52111"/>
    <w:rsid w:val="00F54E80"/>
    <w:rsid w:val="00F6389A"/>
    <w:rsid w:val="00F67891"/>
    <w:rsid w:val="00F75B57"/>
    <w:rsid w:val="00F80B7D"/>
    <w:rsid w:val="00F80FAB"/>
    <w:rsid w:val="00F8416B"/>
    <w:rsid w:val="00FA673D"/>
    <w:rsid w:val="00FB0E81"/>
    <w:rsid w:val="00FB3CD8"/>
    <w:rsid w:val="00FC33D1"/>
    <w:rsid w:val="00FC470D"/>
    <w:rsid w:val="00FD01D3"/>
    <w:rsid w:val="00FD1CA4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2019-05-30T18:39:00Z</dcterms:created>
  <dcterms:modified xsi:type="dcterms:W3CDTF">2019-05-30T18:42:00Z</dcterms:modified>
</cp:coreProperties>
</file>